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2C771729" w14:textId="0B06BF24" w:rsidR="0070462E" w:rsidRPr="0007254B" w:rsidRDefault="0070462E" w:rsidP="0007254B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37C4E5DC" w:rsidR="0070462E" w:rsidRPr="0070462E" w:rsidRDefault="0070462E" w:rsidP="0007254B">
      <w:pPr>
        <w:numPr>
          <w:ilvl w:val="1"/>
          <w:numId w:val="19"/>
        </w:numPr>
        <w:spacing w:before="120" w:after="120"/>
        <w:ind w:left="284" w:hanging="284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podlegają wykluczeniu na </w:t>
      </w:r>
      <w:r w:rsidR="0007254B" w:rsidRPr="0007254B">
        <w:rPr>
          <w:rFonts w:eastAsia="Calibri" w:cstheme="minorHAnsi"/>
          <w:bCs/>
          <w:szCs w:val="18"/>
        </w:rPr>
        <w:t xml:space="preserve">podstawie pkt.  9.4.2.1 – 9.4.2.14 oraz 9.4.3 Procedury Zakupów PGE Dystrybucja S.A., tj. z Postępowania zakupowego wyklucza </w:t>
      </w:r>
      <w:r w:rsidRPr="0070462E">
        <w:rPr>
          <w:rFonts w:cstheme="minorHAnsi"/>
          <w:color w:val="000000"/>
          <w:szCs w:val="18"/>
        </w:rPr>
        <w:t xml:space="preserve">się: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późn.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późn.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6EE552DF" w14:textId="77777777" w:rsidR="0048518B" w:rsidRPr="0048518B" w:rsidRDefault="0026648A" w:rsidP="0048518B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="0070462E" w:rsidRPr="0070462E">
        <w:rPr>
          <w:rFonts w:cstheme="minorHAnsi"/>
          <w:szCs w:val="18"/>
          <w:lang w:eastAsia="pl-PL"/>
        </w:rPr>
        <w:t xml:space="preserve">bywateli </w:t>
      </w:r>
      <w:r w:rsidR="0048518B" w:rsidRPr="0048518B">
        <w:rPr>
          <w:rFonts w:cstheme="minorHAnsi"/>
          <w:szCs w:val="18"/>
          <w:lang w:eastAsia="pl-PL"/>
        </w:rPr>
        <w:t>rosyjskich, osób fizycznych zamieszkałych w Rosji lub osób prawnych, podmiotów lub organów z siedzibą w Rosji;</w:t>
      </w:r>
    </w:p>
    <w:p w14:paraId="6EA91884" w14:textId="77777777" w:rsidR="0048518B" w:rsidRPr="0048518B" w:rsidRDefault="0048518B" w:rsidP="0048518B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 w:rsidRPr="0048518B">
        <w:rPr>
          <w:rFonts w:cstheme="minorHAnsi"/>
          <w:szCs w:val="18"/>
          <w:lang w:eastAsia="pl-PL"/>
        </w:rPr>
        <w:t>Osób prawnych, podmiotów lub organów, do których prawa własności bezpośrednio lub pośrednio w ponad 50 % należą do osoby fizycznej lub prawnej, podmiotu lub organu, o których mowa w lit. a) niniejszego punktu; lub</w:t>
      </w:r>
    </w:p>
    <w:p w14:paraId="086BAF42" w14:textId="4570B1E1" w:rsidR="0070462E" w:rsidRPr="0048518B" w:rsidRDefault="0048518B" w:rsidP="0048518B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 w:rsidRPr="0048518B">
        <w:rPr>
          <w:rFonts w:cstheme="minorHAnsi"/>
          <w:szCs w:val="18"/>
          <w:lang w:eastAsia="pl-PL"/>
        </w:rPr>
        <w:t xml:space="preserve">Osób fizycznych lub prawnych, podmiotów lub organów działających w imieniu lub pod kierunkiem osoby fizycznej lub prawnej, podmiotu lub organy, o których mowa w lit. a) lub b) niniejszego punktu, </w:t>
      </w:r>
    </w:p>
    <w:p w14:paraId="262F27D5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0A301F00" w14:textId="77777777" w:rsidR="007F47EC" w:rsidRPr="007F47EC" w:rsidRDefault="007F47EC" w:rsidP="007F47EC">
      <w:pPr>
        <w:numPr>
          <w:ilvl w:val="1"/>
          <w:numId w:val="19"/>
        </w:numPr>
        <w:spacing w:before="120" w:after="120"/>
        <w:contextualSpacing/>
        <w:jc w:val="both"/>
        <w:rPr>
          <w:rFonts w:eastAsia="Calibri" w:cstheme="minorHAnsi"/>
          <w:bCs/>
          <w:szCs w:val="18"/>
        </w:rPr>
      </w:pPr>
      <w:r w:rsidRPr="007F47EC">
        <w:rPr>
          <w:rFonts w:eastAsia="Calibri" w:cstheme="minorHAnsi"/>
          <w:bCs/>
          <w:szCs w:val="18"/>
        </w:rPr>
        <w:t>Spełniają warunki udziału w postępowaniu, jak niżej:</w:t>
      </w:r>
    </w:p>
    <w:p w14:paraId="2D2745D4" w14:textId="77777777" w:rsidR="0007254B" w:rsidRPr="0070462E" w:rsidRDefault="0007254B" w:rsidP="0007254B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6A8C322F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w szczególności  wiedzę i doświadczenie oraz dysponują potencjałem technicznym i 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2097235A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W celu potwierdzenia spełnienia warunku Wykonawcy powinni wykazać , że:</w:t>
      </w:r>
    </w:p>
    <w:p w14:paraId="6133FE2C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  <w:t>w okresie ostatnich 3 lat przed upływem terminu składania ofert, a jeżeli okres prowadzenia działalności jest krótszy – w tym okresie, zrealizowali minimum trzy dokumentacje projektowe odpowiadające swoim rodzajem projektom stanowiącym przedmiot zamówienia,</w:t>
      </w:r>
    </w:p>
    <w:p w14:paraId="22AACCF5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b)</w:t>
      </w:r>
      <w:r w:rsidRPr="000A506D">
        <w:rPr>
          <w:rFonts w:cstheme="minorHAnsi"/>
          <w:szCs w:val="18"/>
          <w:lang w:eastAsia="pl-PL"/>
        </w:rPr>
        <w:tab/>
        <w:t xml:space="preserve">w okresie ostatnich 5 lat przed upływem terminu składania ofert, a jeżeli okres prowadzenia działalności jest krótszy – w tym okresie, zrealizowali minimum 3 roboty budowlane odpowiadające swoim rodzajem robotom stanowiącym przedmiot zamówienia, </w:t>
      </w:r>
    </w:p>
    <w:p w14:paraId="2A2E0E4A" w14:textId="469A2390" w:rsidR="0070462E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 xml:space="preserve">zgodnie z formularzem stanowiącym </w:t>
      </w:r>
      <w:r>
        <w:rPr>
          <w:rFonts w:cstheme="minorHAnsi"/>
          <w:b/>
          <w:szCs w:val="18"/>
          <w:lang w:eastAsia="pl-PL"/>
        </w:rPr>
        <w:t>Z</w:t>
      </w:r>
      <w:r w:rsidRPr="000A506D">
        <w:rPr>
          <w:rFonts w:cstheme="minorHAnsi"/>
          <w:b/>
          <w:szCs w:val="18"/>
          <w:lang w:eastAsia="pl-PL"/>
        </w:rPr>
        <w:t>ałącznik nr 7 do SWZ</w:t>
      </w:r>
      <w:r w:rsidR="0070462E" w:rsidRPr="0070462E">
        <w:rPr>
          <w:rFonts w:cstheme="minorHAnsi"/>
          <w:snapToGrid w:val="0"/>
          <w:szCs w:val="18"/>
          <w:lang w:eastAsia="pl-PL"/>
        </w:rPr>
        <w:t>.</w:t>
      </w:r>
    </w:p>
    <w:p w14:paraId="5AEDA049" w14:textId="51A4DF6D" w:rsidR="000A506D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b/>
          <w:snapToGrid w:val="0"/>
          <w:szCs w:val="18"/>
          <w:lang w:eastAsia="pl-PL"/>
        </w:rPr>
        <w:t>UWAGA</w:t>
      </w:r>
      <w:r w:rsidRPr="000A506D">
        <w:rPr>
          <w:rFonts w:cstheme="minorHAnsi"/>
          <w:snapToGrid w:val="0"/>
          <w:szCs w:val="18"/>
          <w:lang w:eastAsia="pl-PL"/>
        </w:rPr>
        <w:t>: W przypadku wspólnego ubiegania się o udzielenie zamówienia przez dwóch lub więcej Wykonawców wystarczy, że Wykonawcy spełnią warunek wspólnie.</w:t>
      </w:r>
    </w:p>
    <w:p w14:paraId="2202855B" w14:textId="0C1B9B2C" w:rsidR="000A506D" w:rsidRPr="000A506D" w:rsidRDefault="000A506D" w:rsidP="000A506D">
      <w:pPr>
        <w:pStyle w:val="Akapitzlist"/>
        <w:numPr>
          <w:ilvl w:val="0"/>
          <w:numId w:val="34"/>
        </w:numPr>
        <w:spacing w:before="120" w:after="120" w:line="288" w:lineRule="auto"/>
        <w:ind w:hanging="11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>Dysponują osobami przewidzianymi do realizacji zadania zdolnymi do wykonania przedmiotu zakupu, w tym:</w:t>
      </w:r>
    </w:p>
    <w:p w14:paraId="55C2C428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D – 1 osoba,</w:t>
      </w:r>
    </w:p>
    <w:p w14:paraId="2BEC130A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E – 2 osoby,</w:t>
      </w:r>
    </w:p>
    <w:p w14:paraId="1AA33EAD" w14:textId="5E1BE8ED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uprawnienia do prowadzenia prac sieciowych (sieci i urządzenia nN) w technologii PPN (prac pod napięciem) – 2 osoby</w:t>
      </w:r>
    </w:p>
    <w:p w14:paraId="03A836BD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  <w:r w:rsidRPr="000A506D">
        <w:rPr>
          <w:rFonts w:eastAsia="Times New Roman" w:cs="Calibri"/>
          <w:szCs w:val="18"/>
          <w:lang w:eastAsia="pl-PL"/>
        </w:rPr>
        <w:br/>
        <w:t xml:space="preserve">w specjalności instalacyjnej w zakresie sieci, instalacji i urządzeń elektrycznych </w:t>
      </w:r>
      <w:r w:rsidRPr="000A506D">
        <w:rPr>
          <w:rFonts w:eastAsia="Times New Roman" w:cs="Calibri"/>
          <w:szCs w:val="18"/>
          <w:lang w:eastAsia="pl-PL"/>
        </w:rPr>
        <w:br/>
        <w:t>i elektroenergetycznych – 1 osoba</w:t>
      </w:r>
    </w:p>
    <w:p w14:paraId="67489380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</w:rPr>
        <w:t xml:space="preserve"> </w:t>
      </w:r>
      <w:r w:rsidRPr="000A506D">
        <w:rPr>
          <w:rFonts w:eastAsia="Times New Roman" w:cs="Calibri"/>
          <w:szCs w:val="18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w specjalności instalacyjnej w zakresie sieci, instalacji </w:t>
      </w:r>
      <w:r w:rsidRPr="000A506D">
        <w:rPr>
          <w:rFonts w:eastAsia="Times New Roman" w:cs="Calibri"/>
          <w:szCs w:val="18"/>
          <w:lang w:eastAsia="pl-PL"/>
        </w:rPr>
        <w:br/>
        <w:t>i urządzeń elektrycznych i elektroenergetycznych - 1 osoba</w:t>
      </w:r>
    </w:p>
    <w:p w14:paraId="664F8118" w14:textId="54805031" w:rsidR="000A506D" w:rsidRPr="000A506D" w:rsidRDefault="000A506D" w:rsidP="000A506D">
      <w:pPr>
        <w:spacing w:before="120" w:after="120"/>
        <w:ind w:left="993" w:hanging="3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 xml:space="preserve">zgodnie z formularzem stanowiącym </w:t>
      </w:r>
      <w:r>
        <w:rPr>
          <w:rFonts w:eastAsia="Times New Roman" w:cs="Calibri"/>
          <w:b/>
          <w:snapToGrid w:val="0"/>
          <w:szCs w:val="18"/>
          <w:lang w:eastAsia="pl-PL"/>
        </w:rPr>
        <w:t>Z</w:t>
      </w:r>
      <w:r w:rsidRPr="000A506D">
        <w:rPr>
          <w:rFonts w:eastAsia="Times New Roman" w:cs="Calibri"/>
          <w:b/>
          <w:snapToGrid w:val="0"/>
          <w:szCs w:val="18"/>
          <w:lang w:eastAsia="pl-PL"/>
        </w:rPr>
        <w:t>ałącznik nr 8 do SWZ</w:t>
      </w:r>
      <w:r w:rsidRPr="000A506D">
        <w:rPr>
          <w:rFonts w:eastAsia="Times New Roman" w:cs="Calibri"/>
          <w:snapToGrid w:val="0"/>
          <w:szCs w:val="18"/>
          <w:lang w:eastAsia="pl-PL"/>
        </w:rPr>
        <w:t xml:space="preserve"> </w:t>
      </w:r>
    </w:p>
    <w:p w14:paraId="13186FA1" w14:textId="77777777" w:rsidR="000A506D" w:rsidRPr="000A506D" w:rsidRDefault="000A506D" w:rsidP="000A506D">
      <w:pPr>
        <w:spacing w:before="60" w:after="120"/>
        <w:ind w:left="1428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B7F3B45" w14:textId="198FC3BA" w:rsidR="000A506D" w:rsidRPr="000A506D" w:rsidRDefault="000A506D" w:rsidP="000A506D">
      <w:pPr>
        <w:spacing w:before="60" w:after="120"/>
        <w:ind w:left="426"/>
        <w:jc w:val="both"/>
        <w:rPr>
          <w:rFonts w:ascii="Calibri" w:eastAsia="Times New Roman" w:hAnsi="Calibri" w:cs="Calibri"/>
          <w:snapToGrid w:val="0"/>
          <w:sz w:val="20"/>
          <w:szCs w:val="20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UWAGA: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</w:t>
      </w:r>
      <w:r w:rsidRPr="000A506D">
        <w:rPr>
          <w:rFonts w:ascii="Calibri" w:eastAsia="Times New Roman" w:hAnsi="Calibri" w:cs="Calibri"/>
          <w:snapToGrid w:val="0"/>
          <w:sz w:val="20"/>
          <w:szCs w:val="20"/>
          <w:lang w:eastAsia="pl-PL"/>
        </w:rPr>
        <w:t>.</w:t>
      </w:r>
    </w:p>
    <w:p w14:paraId="4B11A05B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231E0A">
        <w:rPr>
          <w:rFonts w:eastAsia="Times New Roman" w:cs="Calibri"/>
          <w:szCs w:val="18"/>
          <w:lang w:eastAsia="pl-PL"/>
        </w:rPr>
        <w:t xml:space="preserve"> </w:t>
      </w:r>
    </w:p>
    <w:p w14:paraId="7E41982C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Dopuszcza się zmianę osób wskazanych powyżej. W przypadku zmiany osoby wymienionych 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43E7012D" w14:textId="7734C3C5" w:rsidR="0070462E" w:rsidRPr="00231E0A" w:rsidRDefault="000A506D" w:rsidP="00837FDD">
      <w:pPr>
        <w:spacing w:before="60" w:after="120"/>
        <w:ind w:left="426"/>
        <w:jc w:val="both"/>
        <w:rPr>
          <w:rFonts w:eastAsia="Times New Roman" w:cs="Calibri"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snapToGrid w:val="0"/>
          <w:szCs w:val="18"/>
          <w:lang w:eastAsia="pl-PL"/>
        </w:rPr>
        <w:lastRenderedPageBreak/>
        <w:t>UWAGA:</w:t>
      </w:r>
      <w:r w:rsidRPr="00231E0A">
        <w:rPr>
          <w:rFonts w:eastAsia="Times New Roman" w:cs="Calibr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231E0A">
        <w:rPr>
          <w:rFonts w:eastAsia="Times New Roman" w:cs="Calibri"/>
          <w:snapToGrid w:val="0"/>
          <w:szCs w:val="18"/>
          <w:lang w:eastAsia="pl-PL"/>
        </w:rPr>
        <w:t>.</w:t>
      </w:r>
    </w:p>
    <w:p w14:paraId="5D38BB4C" w14:textId="77777777" w:rsidR="000A506D" w:rsidRPr="0070462E" w:rsidRDefault="000A506D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5A8AA2F2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076AA31C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 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3B80712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07D426E5" w14:textId="5AFFBB98" w:rsidR="000A506D" w:rsidRPr="000A506D" w:rsidRDefault="000A506D" w:rsidP="000A506D">
      <w:pPr>
        <w:spacing w:before="60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               </w:t>
      </w:r>
      <w:r w:rsidRPr="000A506D">
        <w:rPr>
          <w:rFonts w:cstheme="minorHAnsi"/>
          <w:szCs w:val="18"/>
          <w:lang w:eastAsia="pl-PL"/>
        </w:rPr>
        <w:t>W celu potwierdzenia spełnienia warunku Wykonawcy winni wykazać, iż posiadają:</w:t>
      </w:r>
    </w:p>
    <w:p w14:paraId="70E4DD9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  <w:t>Ubezpieczenie od odpowiedzialności cywilnej w zakresie prowadzonej działalności związanej z przedmiotem zakupu na sumę gwarancyjną w wysokości co najmniej 1,0 mln zł Ubezpieczenie powinno obejmować odpowiedzialność kontraktową i deliktową Wykonawcy.</w:t>
      </w:r>
    </w:p>
    <w:p w14:paraId="171668EA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51C3982C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 przypadku wspólnego ubiegania się o udzielenie zamówienia przez dwóch lub więcej Wykonawców, wystarczy, że Wykonawcy spełnią warunek wspólnie.</w:t>
      </w:r>
    </w:p>
    <w:p w14:paraId="57B1AE8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1F47AABF" w14:textId="5681ED2D" w:rsidR="000A506D" w:rsidRPr="0070462E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Wartości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322DF6DF" w:rsidR="0070462E" w:rsidRPr="0070462E" w:rsidRDefault="0070462E" w:rsidP="0007254B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748CADEA" w:rsidR="0070462E" w:rsidRPr="007F47EC" w:rsidRDefault="0070462E" w:rsidP="00A3753A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7F47EC">
        <w:rPr>
          <w:rFonts w:eastAsia="Calibri" w:cstheme="minorHAnsi"/>
          <w:szCs w:val="18"/>
        </w:rPr>
        <w:t xml:space="preserve">Oświadczenie o spełnieniu warunków udziału w postępowaniu </w:t>
      </w:r>
      <w:r w:rsidRPr="007F47EC">
        <w:rPr>
          <w:rFonts w:cstheme="minorHAnsi"/>
          <w:szCs w:val="18"/>
        </w:rPr>
        <w:t xml:space="preserve">zgodnie z pkt. </w:t>
      </w:r>
      <w:r w:rsidR="0007254B" w:rsidRPr="007F47EC">
        <w:rPr>
          <w:rFonts w:cstheme="minorHAnsi"/>
          <w:iCs/>
          <w:color w:val="000000"/>
          <w:szCs w:val="18"/>
        </w:rPr>
        <w:t>8.16</w:t>
      </w:r>
      <w:r w:rsidRPr="007F47EC">
        <w:rPr>
          <w:rFonts w:cstheme="minorHAnsi"/>
          <w:iCs/>
          <w:color w:val="000000"/>
          <w:szCs w:val="18"/>
        </w:rPr>
        <w:t>.2.1 Procedury Zamawiający żąda od Wykonawcy złożenia oświadczenia o spełnieniu warunków udziału w Postępowaniu zakupowym, jeżeli odpowiednie wymagania w zakresie tych warunków zostały określone w SWZ</w:t>
      </w:r>
      <w:r w:rsidR="0007254B" w:rsidRPr="007F47EC">
        <w:rPr>
          <w:rFonts w:cstheme="minorHAnsi"/>
          <w:iCs/>
          <w:color w:val="000000"/>
          <w:szCs w:val="18"/>
        </w:rPr>
        <w:t xml:space="preserve"> </w:t>
      </w:r>
      <w:r w:rsidRPr="007F47EC">
        <w:rPr>
          <w:rFonts w:cstheme="minorHAnsi"/>
          <w:iCs/>
          <w:color w:val="000000"/>
          <w:szCs w:val="18"/>
        </w:rPr>
        <w:t>oraz oświadczenie o nie podleganiu wykluczeniu z postępowania na podstawie przesła</w:t>
      </w:r>
      <w:r w:rsidR="0007254B" w:rsidRPr="007F47EC">
        <w:rPr>
          <w:rFonts w:cstheme="minorHAnsi"/>
          <w:iCs/>
          <w:color w:val="000000"/>
          <w:szCs w:val="18"/>
        </w:rPr>
        <w:t xml:space="preserve">nek wskazanych </w:t>
      </w:r>
      <w:r w:rsidRPr="007F47EC">
        <w:rPr>
          <w:rFonts w:cstheme="minorHAnsi"/>
          <w:szCs w:val="18"/>
          <w:lang w:eastAsia="pl-PL"/>
        </w:rPr>
        <w:t xml:space="preserve"> w pkt. 1.1. ppkt 5)-17) powyżej, jeśli dotyczy, zgodnie z decyzją w danym postępowaniu] - </w:t>
      </w:r>
      <w:r w:rsidRPr="007F47EC">
        <w:rPr>
          <w:rFonts w:eastAsia="Calibri" w:cstheme="minorHAnsi"/>
          <w:szCs w:val="18"/>
        </w:rPr>
        <w:t xml:space="preserve">w formularzu stanowiącym </w:t>
      </w:r>
      <w:r w:rsidRPr="007F47EC">
        <w:rPr>
          <w:rFonts w:eastAsia="Calibri" w:cstheme="minorHAnsi"/>
          <w:b/>
          <w:szCs w:val="18"/>
        </w:rPr>
        <w:t>Załącznik nr 3 do SWZ</w:t>
      </w:r>
      <w:r w:rsidRPr="007F47EC">
        <w:rPr>
          <w:rFonts w:eastAsia="Calibri" w:cstheme="minorHAnsi"/>
          <w:szCs w:val="18"/>
        </w:rPr>
        <w:t>);</w:t>
      </w:r>
      <w:r w:rsidRPr="007F47EC">
        <w:rPr>
          <w:rFonts w:cstheme="minorHAnsi"/>
          <w:szCs w:val="18"/>
        </w:rPr>
        <w:t xml:space="preserve"> </w:t>
      </w:r>
    </w:p>
    <w:p w14:paraId="172C7E73" w14:textId="77777777" w:rsidR="00837FDD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509B4ED2" w14:textId="704DC3F8" w:rsidR="00837FDD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837FDD">
        <w:rPr>
          <w:rFonts w:cstheme="minorHAnsi"/>
          <w:b/>
          <w:szCs w:val="18"/>
        </w:rPr>
        <w:t>Oświadczenie</w:t>
      </w:r>
      <w:r>
        <w:rPr>
          <w:rFonts w:cstheme="minorHAnsi"/>
          <w:szCs w:val="18"/>
        </w:rPr>
        <w:t xml:space="preserve">, o którym mowa w pkt 1.2.1 pkt a i b </w:t>
      </w:r>
      <w:r w:rsidRPr="00837FDD">
        <w:rPr>
          <w:rFonts w:cstheme="minorHAnsi"/>
          <w:szCs w:val="18"/>
        </w:rPr>
        <w:t xml:space="preserve">powyżej, z podaniem informacji określonych </w:t>
      </w:r>
      <w:r>
        <w:rPr>
          <w:rFonts w:cstheme="minorHAnsi"/>
          <w:szCs w:val="18"/>
        </w:rPr>
        <w:t xml:space="preserve">w </w:t>
      </w:r>
      <w:r>
        <w:rPr>
          <w:rFonts w:cstheme="minorHAnsi"/>
          <w:b/>
          <w:iCs/>
          <w:szCs w:val="18"/>
        </w:rPr>
        <w:t>Załączniku nr 7</w:t>
      </w:r>
      <w:r w:rsidRPr="00837FDD">
        <w:rPr>
          <w:rFonts w:cstheme="minorHAnsi"/>
          <w:b/>
          <w:iCs/>
          <w:szCs w:val="18"/>
        </w:rPr>
        <w:t xml:space="preserve"> do SWZ</w:t>
      </w:r>
      <w:r w:rsidRPr="00837FDD">
        <w:rPr>
          <w:rFonts w:cstheme="minorHAnsi"/>
          <w:iCs/>
          <w:szCs w:val="18"/>
        </w:rPr>
        <w:t xml:space="preserve">, </w:t>
      </w:r>
    </w:p>
    <w:p w14:paraId="11723E45" w14:textId="147DAF73" w:rsidR="0070462E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837FDD">
        <w:rPr>
          <w:rFonts w:cstheme="minorHAnsi"/>
          <w:b/>
          <w:bCs/>
          <w:szCs w:val="18"/>
        </w:rPr>
        <w:t>Oświadczenie (</w:t>
      </w:r>
      <w:r w:rsidRPr="00837FDD">
        <w:rPr>
          <w:rFonts w:cstheme="minorHAnsi"/>
          <w:bCs/>
          <w:szCs w:val="18"/>
        </w:rPr>
        <w:t>zgodnie ze wzorem</w:t>
      </w:r>
      <w:r>
        <w:rPr>
          <w:rFonts w:cstheme="minorHAnsi"/>
          <w:b/>
          <w:bCs/>
          <w:szCs w:val="18"/>
        </w:rPr>
        <w:t xml:space="preserve"> Załącznika nr 8 </w:t>
      </w:r>
      <w:r w:rsidRPr="00837FDD">
        <w:rPr>
          <w:rFonts w:cstheme="minorHAnsi"/>
          <w:b/>
          <w:bCs/>
          <w:szCs w:val="18"/>
        </w:rPr>
        <w:t>do SWZ</w:t>
      </w:r>
      <w:r w:rsidRPr="00837FDD">
        <w:rPr>
          <w:rFonts w:cstheme="minorHAnsi"/>
          <w:bCs/>
          <w:szCs w:val="18"/>
        </w:rPr>
        <w:t xml:space="preserve">), o których mowa w pkt </w:t>
      </w:r>
      <w:r>
        <w:rPr>
          <w:rFonts w:cstheme="minorHAnsi"/>
          <w:bCs/>
          <w:szCs w:val="18"/>
        </w:rPr>
        <w:t>1.2.1. c</w:t>
      </w:r>
      <w:r w:rsidRPr="00837FDD">
        <w:rPr>
          <w:rFonts w:cstheme="minorHAnsi"/>
          <w:bCs/>
          <w:szCs w:val="18"/>
        </w:rPr>
        <w:t xml:space="preserve"> powyżej, </w:t>
      </w:r>
    </w:p>
    <w:p w14:paraId="66CB9749" w14:textId="77777777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lastRenderedPageBreak/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2894C500" w14:textId="1E082AC3" w:rsidR="0070462E" w:rsidRPr="00837FDD" w:rsidRDefault="0070462E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837FDD">
        <w:rPr>
          <w:rFonts w:cstheme="minorHAnsi"/>
          <w:i/>
          <w:szCs w:val="18"/>
        </w:rPr>
        <w:t xml:space="preserve"> </w:t>
      </w:r>
    </w:p>
    <w:p w14:paraId="3A5D431C" w14:textId="5B6E916E" w:rsidR="00837FDD" w:rsidRPr="001F12B4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837FDD">
        <w:rPr>
          <w:rFonts w:cstheme="minorHAnsi"/>
          <w:i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837FDD">
        <w:rPr>
          <w:rFonts w:cstheme="minorHAnsi"/>
          <w:b/>
          <w:i/>
          <w:szCs w:val="18"/>
        </w:rPr>
        <w:t>Wykonawca, którego Oferta zostanie najwyżej oceniona, zostanie wezwany do złożenia w wyznaczonym terminie ankiety w zakresie gwarancji bezpieczeństwa przetwarzania danych osobowych, zgodnie ze wz</w:t>
      </w:r>
      <w:r>
        <w:rPr>
          <w:rFonts w:cstheme="minorHAnsi"/>
          <w:b/>
          <w:i/>
          <w:szCs w:val="18"/>
        </w:rPr>
        <w:t>orem wskazanym w Załączniku nr 9</w:t>
      </w:r>
      <w:r w:rsidRPr="00837FDD">
        <w:rPr>
          <w:rFonts w:cstheme="minorHAnsi"/>
          <w:b/>
          <w:i/>
          <w:szCs w:val="18"/>
        </w:rPr>
        <w:t xml:space="preserve"> do SWZ</w:t>
      </w:r>
      <w:r w:rsidRPr="00837FDD">
        <w:rPr>
          <w:rFonts w:cstheme="minorHAnsi"/>
          <w:i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</w:t>
      </w:r>
    </w:p>
    <w:p w14:paraId="3BCE0C8B" w14:textId="0B9E4689" w:rsidR="001F12B4" w:rsidRDefault="001F12B4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F12B4">
        <w:rPr>
          <w:rFonts w:eastAsia="Calibri" w:cstheme="minorHAnsi"/>
          <w:szCs w:val="18"/>
          <w:u w:val="single"/>
        </w:rPr>
        <w:t>Dokument potwierdzający</w:t>
      </w:r>
      <w:r w:rsidRPr="001F12B4">
        <w:rPr>
          <w:rFonts w:eastAsia="Calibri" w:cstheme="minorHAnsi"/>
          <w:szCs w:val="18"/>
        </w:rPr>
        <w:t xml:space="preserve">, że Wykonawca jest ubezpieczony od odpowiedzialności </w:t>
      </w:r>
      <w:r>
        <w:rPr>
          <w:rFonts w:eastAsia="Calibri" w:cstheme="minorHAnsi"/>
          <w:szCs w:val="18"/>
        </w:rPr>
        <w:t>cywilnej, o której mowa w pkt. 1.2.3</w:t>
      </w:r>
      <w:r w:rsidRPr="001F12B4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wraz z dokumentem potwierdzającym opłacenie składki ubezpieczeniowej</w:t>
      </w:r>
    </w:p>
    <w:p w14:paraId="02D715DF" w14:textId="58C3209A" w:rsidR="00447B6E" w:rsidRPr="00837FDD" w:rsidRDefault="00447B6E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>
        <w:rPr>
          <w:rFonts w:eastAsia="Calibri" w:cstheme="minorHAnsi"/>
          <w:szCs w:val="18"/>
          <w:u w:val="single"/>
        </w:rPr>
        <w:t>Potwierdzenie wpłaty wadium</w:t>
      </w:r>
    </w:p>
    <w:p w14:paraId="2B9DE175" w14:textId="77777777" w:rsidR="00837FDD" w:rsidRPr="00837FDD" w:rsidRDefault="00837FDD" w:rsidP="00837FDD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039E33AC" w14:textId="64E7C371" w:rsidR="0070462E" w:rsidRPr="0070462E" w:rsidRDefault="0070462E" w:rsidP="001F12B4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77777777" w:rsidR="0070462E" w:rsidRPr="00E66A6F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23DC66C5" w14:textId="77777777" w:rsidR="00E66A6F" w:rsidRPr="00E66A6F" w:rsidRDefault="00E66A6F" w:rsidP="00E66A6F">
      <w:pPr>
        <w:pStyle w:val="Tekstpodstawowy"/>
        <w:spacing w:line="24" w:lineRule="atLeast"/>
        <w:ind w:left="851"/>
        <w:outlineLvl w:val="0"/>
        <w:rPr>
          <w:rFonts w:asciiTheme="minorHAnsi" w:hAnsiTheme="minorHAnsi" w:cstheme="minorHAnsi"/>
          <w:sz w:val="18"/>
          <w:szCs w:val="18"/>
        </w:rPr>
      </w:pPr>
      <w:r w:rsidRPr="00E66A6F">
        <w:rPr>
          <w:rFonts w:asciiTheme="minorHAnsi" w:hAnsiTheme="minorHAnsi" w:cstheme="minorHAnsi"/>
          <w:sz w:val="18"/>
          <w:szCs w:val="18"/>
        </w:rPr>
        <w:t>3.1.1.</w:t>
      </w:r>
      <w:r w:rsidRPr="00E66A6F">
        <w:rPr>
          <w:rFonts w:asciiTheme="minorHAnsi" w:hAnsiTheme="minorHAnsi" w:cstheme="minorHAnsi"/>
          <w:sz w:val="18"/>
          <w:szCs w:val="18"/>
        </w:rPr>
        <w:tab/>
        <w:t>Podpisany Formularz cenowy/Arkusz kalkulacyjny wg Załącznika nr 3.1 do SWZ</w:t>
      </w:r>
    </w:p>
    <w:p w14:paraId="31743531" w14:textId="2579C915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</w:t>
      </w:r>
      <w:r w:rsidR="00E66A6F">
        <w:rPr>
          <w:rFonts w:asciiTheme="minorHAnsi" w:hAnsiTheme="minorHAnsi" w:cstheme="minorHAnsi"/>
          <w:b/>
          <w:sz w:val="18"/>
          <w:szCs w:val="18"/>
        </w:rPr>
        <w:t xml:space="preserve"> i 3.1.1.</w:t>
      </w:r>
      <w:r w:rsidRPr="0070462E">
        <w:rPr>
          <w:rFonts w:asciiTheme="minorHAnsi" w:hAnsiTheme="minorHAnsi" w:cstheme="minorHAnsi"/>
          <w:b/>
          <w:sz w:val="18"/>
          <w:szCs w:val="18"/>
        </w:rPr>
        <w:t xml:space="preserve">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</w:t>
      </w:r>
      <w:r w:rsidRPr="0070462E">
        <w:rPr>
          <w:rFonts w:cstheme="minorHAnsi"/>
          <w:szCs w:val="18"/>
        </w:rPr>
        <w:lastRenderedPageBreak/>
        <w:t>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806E652" w:rsid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uprawnioną/ymi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77777777" w:rsidR="00296A65" w:rsidRPr="0070462E" w:rsidRDefault="00296A65" w:rsidP="00296A6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483493A" w14:textId="2CD1FACF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</w:t>
      </w:r>
      <w:r w:rsidR="00B97F68">
        <w:rPr>
          <w:rFonts w:cstheme="minorHAnsi"/>
          <w:szCs w:val="18"/>
        </w:rPr>
        <w:t xml:space="preserve">2.3., </w:t>
      </w:r>
      <w:r w:rsidRPr="0070462E">
        <w:rPr>
          <w:rFonts w:cstheme="minorHAnsi"/>
          <w:szCs w:val="18"/>
        </w:rPr>
        <w:t>2.4</w:t>
      </w:r>
      <w:r w:rsidR="007F47EC">
        <w:rPr>
          <w:rFonts w:cstheme="minorHAnsi"/>
          <w:szCs w:val="18"/>
        </w:rPr>
        <w:t xml:space="preserve">., </w:t>
      </w:r>
      <w:r w:rsidR="00B97F68">
        <w:rPr>
          <w:rFonts w:cstheme="minorHAnsi"/>
          <w:szCs w:val="18"/>
        </w:rPr>
        <w:t xml:space="preserve">2.5., 2.6., 2.7., 3.4., 3.5.,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="007F47EC">
        <w:rPr>
          <w:rFonts w:cstheme="minorHAnsi"/>
          <w:szCs w:val="18"/>
        </w:rPr>
        <w:t>.</w:t>
      </w:r>
    </w:p>
    <w:p w14:paraId="5B9CFAB4" w14:textId="25D3446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</w:t>
      </w:r>
      <w:r w:rsidR="00B97F68">
        <w:rPr>
          <w:rFonts w:cstheme="minorHAnsi"/>
          <w:szCs w:val="18"/>
        </w:rPr>
        <w:t>menty wymienione w pkt 2.2., 2.5</w:t>
      </w:r>
      <w:r w:rsidRPr="0070462E">
        <w:rPr>
          <w:rFonts w:cstheme="minorHAnsi"/>
          <w:szCs w:val="18"/>
        </w:rPr>
        <w:t>., 3.3., 3.4., 3.5. i 3.</w:t>
      </w:r>
      <w:r w:rsidR="007F47EC">
        <w:rPr>
          <w:rFonts w:cstheme="minorHAnsi"/>
          <w:szCs w:val="18"/>
        </w:rPr>
        <w:t xml:space="preserve">6., zaś podane w pkt 2.1., </w:t>
      </w:r>
      <w:r w:rsidR="00B97F68">
        <w:rPr>
          <w:rFonts w:cstheme="minorHAnsi"/>
          <w:szCs w:val="18"/>
        </w:rPr>
        <w:t xml:space="preserve">2.3., </w:t>
      </w:r>
      <w:r w:rsidR="007F47EC">
        <w:rPr>
          <w:rFonts w:cstheme="minorHAnsi"/>
          <w:szCs w:val="18"/>
        </w:rPr>
        <w:t>2.4</w:t>
      </w:r>
      <w:r w:rsidRPr="0070462E">
        <w:rPr>
          <w:rFonts w:cstheme="minorHAnsi"/>
          <w:szCs w:val="18"/>
        </w:rPr>
        <w:t>.,</w:t>
      </w:r>
      <w:r w:rsidR="00B97F68">
        <w:rPr>
          <w:rFonts w:cstheme="minorHAnsi"/>
          <w:szCs w:val="18"/>
        </w:rPr>
        <w:t xml:space="preserve"> 2.7.,</w:t>
      </w:r>
      <w:r w:rsidRPr="0070462E">
        <w:rPr>
          <w:rFonts w:cstheme="minorHAnsi"/>
          <w:szCs w:val="18"/>
        </w:rPr>
        <w:t xml:space="preserve">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158CFB56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3CE500C2" w14:textId="364F78DC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  <w:r w:rsidR="007F47EC">
        <w:rPr>
          <w:rFonts w:eastAsia="Calibri" w:cstheme="minorHAnsi"/>
          <w:szCs w:val="18"/>
          <w:highlight w:val="yellow"/>
        </w:rPr>
        <w:t xml:space="preserve"> 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5DB5C4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352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5205B493" w14:textId="26942364" w:rsidR="00347E8D" w:rsidRPr="006B2C28" w:rsidRDefault="00447B6E" w:rsidP="00B97F6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447B6E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POST/DYS/OLD/GZ/00196/2026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0DAB9DAB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0DAB9DAB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C57F0"/>
    <w:multiLevelType w:val="hybridMultilevel"/>
    <w:tmpl w:val="5B122ACC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04166E"/>
    <w:multiLevelType w:val="hybridMultilevel"/>
    <w:tmpl w:val="C0E6D7CC"/>
    <w:lvl w:ilvl="0" w:tplc="6D4C934E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C5E1DB7"/>
    <w:multiLevelType w:val="hybridMultilevel"/>
    <w:tmpl w:val="A1888846"/>
    <w:lvl w:ilvl="0" w:tplc="EA044286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05143480">
    <w:abstractNumId w:val="19"/>
  </w:num>
  <w:num w:numId="2" w16cid:durableId="1842040921">
    <w:abstractNumId w:val="7"/>
  </w:num>
  <w:num w:numId="3" w16cid:durableId="620959569">
    <w:abstractNumId w:val="13"/>
  </w:num>
  <w:num w:numId="4" w16cid:durableId="1838108318">
    <w:abstractNumId w:val="21"/>
  </w:num>
  <w:num w:numId="5" w16cid:durableId="1414474573">
    <w:abstractNumId w:val="19"/>
  </w:num>
  <w:num w:numId="6" w16cid:durableId="1732191650">
    <w:abstractNumId w:val="19"/>
  </w:num>
  <w:num w:numId="7" w16cid:durableId="962421295">
    <w:abstractNumId w:val="3"/>
  </w:num>
  <w:num w:numId="8" w16cid:durableId="1756050515">
    <w:abstractNumId w:val="30"/>
  </w:num>
  <w:num w:numId="9" w16cid:durableId="1480882469">
    <w:abstractNumId w:val="17"/>
  </w:num>
  <w:num w:numId="10" w16cid:durableId="593708065">
    <w:abstractNumId w:val="4"/>
  </w:num>
  <w:num w:numId="11" w16cid:durableId="1022439408">
    <w:abstractNumId w:val="14"/>
  </w:num>
  <w:num w:numId="12" w16cid:durableId="714698681">
    <w:abstractNumId w:val="12"/>
  </w:num>
  <w:num w:numId="13" w16cid:durableId="542520583">
    <w:abstractNumId w:val="29"/>
  </w:num>
  <w:num w:numId="14" w16cid:durableId="1412580668">
    <w:abstractNumId w:val="23"/>
  </w:num>
  <w:num w:numId="15" w16cid:durableId="1212499640">
    <w:abstractNumId w:val="16"/>
  </w:num>
  <w:num w:numId="16" w16cid:durableId="1603881871">
    <w:abstractNumId w:val="10"/>
  </w:num>
  <w:num w:numId="17" w16cid:durableId="1712420071">
    <w:abstractNumId w:val="5"/>
  </w:num>
  <w:num w:numId="18" w16cid:durableId="8933918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14476726">
    <w:abstractNumId w:val="0"/>
  </w:num>
  <w:num w:numId="20" w16cid:durableId="715282044">
    <w:abstractNumId w:val="31"/>
  </w:num>
  <w:num w:numId="21" w16cid:durableId="1800756934">
    <w:abstractNumId w:val="1"/>
  </w:num>
  <w:num w:numId="22" w16cid:durableId="55666974">
    <w:abstractNumId w:val="15"/>
  </w:num>
  <w:num w:numId="23" w16cid:durableId="760099380">
    <w:abstractNumId w:val="11"/>
  </w:num>
  <w:num w:numId="24" w16cid:durableId="778910705">
    <w:abstractNumId w:val="22"/>
  </w:num>
  <w:num w:numId="25" w16cid:durableId="48235479">
    <w:abstractNumId w:val="27"/>
  </w:num>
  <w:num w:numId="26" w16cid:durableId="106632031">
    <w:abstractNumId w:val="2"/>
  </w:num>
  <w:num w:numId="27" w16cid:durableId="1231962847">
    <w:abstractNumId w:val="26"/>
  </w:num>
  <w:num w:numId="28" w16cid:durableId="552928417">
    <w:abstractNumId w:val="24"/>
  </w:num>
  <w:num w:numId="29" w16cid:durableId="8656005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78945911">
    <w:abstractNumId w:val="20"/>
  </w:num>
  <w:num w:numId="31" w16cid:durableId="373699211">
    <w:abstractNumId w:val="18"/>
  </w:num>
  <w:num w:numId="32" w16cid:durableId="48196598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79218071">
    <w:abstractNumId w:val="28"/>
  </w:num>
  <w:num w:numId="34" w16cid:durableId="219823763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254B"/>
    <w:rsid w:val="0007359B"/>
    <w:rsid w:val="0009045E"/>
    <w:rsid w:val="00094799"/>
    <w:rsid w:val="00094EB9"/>
    <w:rsid w:val="00096510"/>
    <w:rsid w:val="000974B1"/>
    <w:rsid w:val="000A506D"/>
    <w:rsid w:val="000B0DBD"/>
    <w:rsid w:val="000C47A9"/>
    <w:rsid w:val="000C679C"/>
    <w:rsid w:val="000D42BE"/>
    <w:rsid w:val="000D5886"/>
    <w:rsid w:val="000E1564"/>
    <w:rsid w:val="000F2DBF"/>
    <w:rsid w:val="000F6617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642F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12B4"/>
    <w:rsid w:val="001F3242"/>
    <w:rsid w:val="001F3600"/>
    <w:rsid w:val="001F3F20"/>
    <w:rsid w:val="001F737A"/>
    <w:rsid w:val="002067F1"/>
    <w:rsid w:val="00224257"/>
    <w:rsid w:val="00231E0A"/>
    <w:rsid w:val="0024291C"/>
    <w:rsid w:val="00257F22"/>
    <w:rsid w:val="00264A06"/>
    <w:rsid w:val="00265B9D"/>
    <w:rsid w:val="0026648A"/>
    <w:rsid w:val="00270752"/>
    <w:rsid w:val="002724AF"/>
    <w:rsid w:val="002743D5"/>
    <w:rsid w:val="002768AC"/>
    <w:rsid w:val="00296A65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235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47B6E"/>
    <w:rsid w:val="00466493"/>
    <w:rsid w:val="00473D75"/>
    <w:rsid w:val="0047759A"/>
    <w:rsid w:val="0048518B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47EC"/>
    <w:rsid w:val="00812E3F"/>
    <w:rsid w:val="008130D5"/>
    <w:rsid w:val="0081735D"/>
    <w:rsid w:val="008217CE"/>
    <w:rsid w:val="00827A7E"/>
    <w:rsid w:val="00831596"/>
    <w:rsid w:val="00837FDD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97F68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2212"/>
    <w:rsid w:val="00D516C1"/>
    <w:rsid w:val="00D6344F"/>
    <w:rsid w:val="00D80E4A"/>
    <w:rsid w:val="00D9793B"/>
    <w:rsid w:val="00DA64DB"/>
    <w:rsid w:val="00DA73EF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A6F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PT RBM - NOWE.docx</dmsv2BaseFileName>
    <dmsv2BaseDisplayName xmlns="http://schemas.microsoft.com/sharepoint/v3">Załącznik nr 2 do SWZ - PT RBM - NOWE</dmsv2BaseDisplayName>
    <dmsv2SWPP2ObjectNumber xmlns="http://schemas.microsoft.com/sharepoint/v3">POST/DYS/OLD/GZ/00196/2026                        </dmsv2SWPP2ObjectNumber>
    <dmsv2SWPP2SumMD5 xmlns="http://schemas.microsoft.com/sharepoint/v3">2de96d27397868183627c6f49cf62d4f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24181453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JEUP5JKVCYQC-1398355148-7371</_dlc_DocId>
    <_dlc_DocIdUrl xmlns="a19cb1c7-c5c7-46d4-85ae-d83685407bba">
      <Url>https://swpp2.dms.gkpge.pl/sites/41/_layouts/15/DocIdRedir.aspx?ID=JEUP5JKVCYQC-1398355148-7371</Url>
      <Description>JEUP5JKVCYQC-1398355148-7371</Description>
    </_dlc_DocIdUrl>
  </documentManagement>
</p:propertie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15E3AE-4750-44E6-BF05-09E376A7127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EF82752-5865-48B4-A998-FF28215F5C60}"/>
</file>

<file path=customXml/itemProps4.xml><?xml version="1.0" encoding="utf-8"?>
<ds:datastoreItem xmlns:ds="http://schemas.openxmlformats.org/officeDocument/2006/customXml" ds:itemID="{CE8A3404-5CE7-4FEC-B6FC-CFED9C81407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8</TotalTime>
  <Pages>6</Pages>
  <Words>3692</Words>
  <Characters>22156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Goc-Moszyńska Magdalena [PGE Dystr. O.Łódź]</cp:lastModifiedBy>
  <cp:revision>5</cp:revision>
  <cp:lastPrinted>2024-07-15T11:21:00Z</cp:lastPrinted>
  <dcterms:created xsi:type="dcterms:W3CDTF">2025-10-13T11:10:00Z</dcterms:created>
  <dcterms:modified xsi:type="dcterms:W3CDTF">2026-01-23T11:09:00Z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285fb5a4-c0fd-4623-a768-ec408d704dd4</vt:lpwstr>
  </property>
</Properties>
</file>